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36A4B" w:rsidRDefault="007541D6" w:rsidP="00C36A4B">
      <w:pPr>
        <w:jc w:val="center"/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</w:t>
      </w:r>
      <w:bookmarkStart w:id="0" w:name="_GoBack"/>
      <w:bookmarkEnd w:id="0"/>
      <w:r w:rsidR="007C4A76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ne, </w:t>
      </w:r>
      <w:proofErr w:type="spellStart"/>
      <w:r w:rsidR="007C4A76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two</w:t>
      </w:r>
      <w:proofErr w:type="spellEnd"/>
      <w:r w:rsidR="00C74889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proofErr w:type="spellStart"/>
      <w:r w:rsidR="00C74889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</w:t>
      </w:r>
      <w:r w:rsidR="007C4A76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h</w:t>
      </w:r>
      <w:r w:rsidR="00C74889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re</w:t>
      </w:r>
      <w:r w:rsidR="007C4A76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</w:t>
      </w:r>
      <w:proofErr w:type="spellEnd"/>
      <w:r w:rsidR="00C36A4B"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="00C36A4B"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</w:t>
      </w:r>
      <w:r w:rsidR="007C4A76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un</w:t>
      </w:r>
      <w:r w:rsidR="00C36A4B"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!</w:t>
      </w:r>
    </w:p>
    <w:p w:rsidR="00C36A4B" w:rsidRDefault="00C36A4B" w:rsidP="00C36A4B"/>
    <w:p w:rsidR="00C36A4B" w:rsidRDefault="00C36A4B" w:rsidP="00C36A4B"/>
    <w:p w:rsidR="00C36A4B" w:rsidRDefault="00C36A4B" w:rsidP="00C36A4B"/>
    <w:p w:rsidR="00C36A4B" w:rsidRDefault="00C36A4B" w:rsidP="00C36A4B"/>
    <w:p w:rsidR="00C36A4B" w:rsidRPr="00C36A4B" w:rsidRDefault="00C36A4B" w:rsidP="00C36A4B">
      <w:r>
        <w:rPr>
          <w:noProof/>
        </w:rPr>
        <w:drawing>
          <wp:inline distT="0" distB="0" distL="0" distR="0">
            <wp:extent cx="5753100" cy="5676900"/>
            <wp:effectExtent l="0" t="0" r="0" b="0"/>
            <wp:docPr id="1" name="Image 1" descr="C:\Users\SAFAROVT\Desktop\soleil,-dessin-anime-173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soleil,-dessin-anime-17309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6A4B" w:rsidRPr="00C36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B"/>
    <w:rsid w:val="0013656C"/>
    <w:rsid w:val="0038516C"/>
    <w:rsid w:val="006B3802"/>
    <w:rsid w:val="007541D6"/>
    <w:rsid w:val="007C4A76"/>
    <w:rsid w:val="00B65436"/>
    <w:rsid w:val="00BF49C4"/>
    <w:rsid w:val="00C36A4B"/>
    <w:rsid w:val="00C74889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3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96E5F-9182-4B5E-81F9-0E2ED85F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9692AA92.dotm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De Matteis Yves (DSE)</cp:lastModifiedBy>
  <cp:revision>4</cp:revision>
  <dcterms:created xsi:type="dcterms:W3CDTF">2019-07-12T13:56:00Z</dcterms:created>
  <dcterms:modified xsi:type="dcterms:W3CDTF">2019-07-23T14:14:00Z</dcterms:modified>
</cp:coreProperties>
</file>